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0C6E05" w:rsidRDefault="00893BBC" w:rsidP="00893BBC">
      <w:pPr>
        <w:spacing w:line="360" w:lineRule="auto"/>
        <w:ind w:left="720" w:hanging="11"/>
        <w:jc w:val="center"/>
        <w:rPr>
          <w:lang w:val="bg-BG"/>
        </w:rPr>
      </w:pPr>
      <w:r w:rsidRPr="000C6E05">
        <w:rPr>
          <w:b/>
          <w:bCs/>
          <w:lang w:val="bg-BG"/>
        </w:rPr>
        <w:t>“</w:t>
      </w:r>
      <w:r w:rsidR="000C6E05" w:rsidRPr="000C6E05">
        <w:rPr>
          <w:b/>
          <w:iCs/>
          <w:lang w:val="bg-BG"/>
        </w:rPr>
        <w:t>Комплексна реконструкция и ремонт на работни помещения на отдел ИС и КТ (СБК-2, помещения 119, 270÷284, 259, 260 и 441)</w:t>
      </w:r>
      <w:r w:rsidRPr="000C6E05">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A3301"/>
    <w:rsid w:val="000C6E05"/>
    <w:rsid w:val="000E64D9"/>
    <w:rsid w:val="00121EB6"/>
    <w:rsid w:val="001A2355"/>
    <w:rsid w:val="00264584"/>
    <w:rsid w:val="00275C9B"/>
    <w:rsid w:val="00361B49"/>
    <w:rsid w:val="004C582A"/>
    <w:rsid w:val="006303E6"/>
    <w:rsid w:val="00707808"/>
    <w:rsid w:val="007770FB"/>
    <w:rsid w:val="008043FC"/>
    <w:rsid w:val="0080484B"/>
    <w:rsid w:val="00830605"/>
    <w:rsid w:val="00893BBC"/>
    <w:rsid w:val="008D2645"/>
    <w:rsid w:val="009154B9"/>
    <w:rsid w:val="00996DBD"/>
    <w:rsid w:val="009D0790"/>
    <w:rsid w:val="00AE44B7"/>
    <w:rsid w:val="00BD7872"/>
    <w:rsid w:val="00C552F9"/>
    <w:rsid w:val="00C702CD"/>
    <w:rsid w:val="00C81EAD"/>
    <w:rsid w:val="00C85AB5"/>
    <w:rsid w:val="00D24C5F"/>
    <w:rsid w:val="00D97198"/>
    <w:rsid w:val="00E91BA1"/>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362</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svgrigorova</cp:lastModifiedBy>
  <cp:revision>3</cp:revision>
  <cp:lastPrinted>2016-05-10T04:59:00Z</cp:lastPrinted>
  <dcterms:created xsi:type="dcterms:W3CDTF">2016-05-10T11:33:00Z</dcterms:created>
  <dcterms:modified xsi:type="dcterms:W3CDTF">2016-05-18T09:16:00Z</dcterms:modified>
</cp:coreProperties>
</file>